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1C7CCEB1" w14:textId="77777777" w:rsidR="00577AD0" w:rsidRDefault="00577AD0" w:rsidP="00C532C7">
      <w:pPr>
        <w:pStyle w:val="Nagwek"/>
        <w:spacing w:after="6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Formularz nr 7</w:t>
      </w:r>
      <w:bookmarkStart w:id="0" w:name="_GoBack"/>
      <w:bookmarkEnd w:id="0"/>
    </w:p>
    <w:p w14:paraId="63A80317" w14:textId="7AEE2134" w:rsidR="00F75F04" w:rsidRPr="00EA3C9B" w:rsidRDefault="00614BF1" w:rsidP="00C532C7">
      <w:pPr>
        <w:pStyle w:val="Nagwek"/>
        <w:spacing w:after="600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 xml:space="preserve">(WZÓR) </w:t>
      </w:r>
    </w:p>
    <w:p w14:paraId="63A80319" w14:textId="77777777" w:rsidR="000969D9" w:rsidRPr="00EA3C9B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EA3C9B">
        <w:rPr>
          <w:rFonts w:asciiTheme="minorHAnsi" w:hAnsiTheme="minorHAnsi" w:cstheme="minorHAnsi"/>
          <w:sz w:val="22"/>
          <w:szCs w:val="22"/>
        </w:rPr>
        <w:tab/>
      </w:r>
      <w:r w:rsidRPr="00EA3C9B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EA3C9B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EA3C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EA3C9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248F72CD" w:rsidR="00A34114" w:rsidRPr="00EA3C9B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EA3C9B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  <w:r w:rsidR="00984424">
        <w:rPr>
          <w:rFonts w:asciiTheme="minorHAnsi" w:hAnsiTheme="minorHAnsi" w:cstheme="minorHAnsi"/>
          <w:sz w:val="22"/>
          <w:szCs w:val="22"/>
        </w:rPr>
        <w:t>.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</w:t>
      </w:r>
      <w:r w:rsidR="005A6D27" w:rsidRPr="00EA3C9B">
        <w:rPr>
          <w:rFonts w:asciiTheme="minorHAnsi" w:hAnsiTheme="minorHAnsi" w:cstheme="minorHAnsi"/>
          <w:sz w:val="22"/>
          <w:szCs w:val="22"/>
        </w:rPr>
        <w:t>(</w:t>
      </w:r>
      <w:r w:rsidR="005A6D27" w:rsidRPr="00EA3C9B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EA3C9B">
        <w:rPr>
          <w:rFonts w:asciiTheme="minorHAnsi" w:hAnsiTheme="minorHAnsi" w:cstheme="minorHAnsi"/>
          <w:sz w:val="22"/>
          <w:szCs w:val="22"/>
        </w:rPr>
        <w:t>nr wniosku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EA3C9B">
        <w:rPr>
          <w:rFonts w:asciiTheme="minorHAnsi" w:hAnsiTheme="minorHAnsi" w:cstheme="minorHAnsi"/>
          <w:sz w:val="22"/>
          <w:szCs w:val="22"/>
        </w:rPr>
        <w:t>na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EA3C9B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EA3C9B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EA3C9B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EA3C9B">
        <w:rPr>
          <w:rFonts w:asciiTheme="minorHAnsi" w:hAnsiTheme="minorHAnsi" w:cstheme="minorHAnsi"/>
          <w:sz w:val="22"/>
          <w:szCs w:val="22"/>
        </w:rPr>
        <w:t>21</w:t>
      </w:r>
      <w:r w:rsidR="0060352D" w:rsidRPr="00EA3C9B">
        <w:rPr>
          <w:rFonts w:asciiTheme="minorHAnsi" w:hAnsiTheme="minorHAnsi" w:cstheme="minorHAnsi"/>
          <w:sz w:val="22"/>
          <w:szCs w:val="22"/>
        </w:rPr>
        <w:t>-20</w:t>
      </w:r>
      <w:r w:rsidR="00B814E4" w:rsidRPr="00EA3C9B">
        <w:rPr>
          <w:rFonts w:asciiTheme="minorHAnsi" w:hAnsiTheme="minorHAnsi" w:cstheme="minorHAnsi"/>
          <w:sz w:val="22"/>
          <w:szCs w:val="22"/>
        </w:rPr>
        <w:t>27</w:t>
      </w:r>
      <w:r w:rsidR="008F4DFB" w:rsidRPr="00EA3C9B">
        <w:rPr>
          <w:rFonts w:asciiTheme="minorHAnsi" w:hAnsiTheme="minorHAnsi" w:cstheme="minorHAnsi"/>
          <w:sz w:val="22"/>
          <w:szCs w:val="22"/>
        </w:rPr>
        <w:t>,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EA3C9B">
        <w:rPr>
          <w:rFonts w:asciiTheme="minorHAnsi" w:hAnsiTheme="minorHAnsi" w:cstheme="minorHAnsi"/>
          <w:sz w:val="22"/>
          <w:szCs w:val="22"/>
        </w:rPr>
        <w:t>(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EA3C9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oraz</w:t>
      </w:r>
      <w:r w:rsidR="00151573" w:rsidRPr="00EA3C9B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EA3C9B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/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EA3C9B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EA3C9B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6D27" w:rsidRPr="00EA3C9B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614BF1" w:rsidRPr="00EA3C9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  <w:r w:rsidR="005A6D27" w:rsidRPr="00EA3C9B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</w:t>
      </w:r>
      <w:r w:rsidR="00374B2A" w:rsidRPr="00EA3C9B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EA3C9B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EA3C9B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EA3C9B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EA3C9B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EA3C9B">
        <w:rPr>
          <w:rFonts w:asciiTheme="minorHAnsi" w:hAnsiTheme="minorHAnsi" w:cstheme="minorHAnsi"/>
          <w:sz w:val="22"/>
          <w:szCs w:val="22"/>
        </w:rPr>
        <w:t xml:space="preserve">/ </w:t>
      </w:r>
      <w:r w:rsidRPr="00EA3C9B">
        <w:rPr>
          <w:rFonts w:asciiTheme="minorHAnsi" w:hAnsiTheme="minorHAnsi" w:cstheme="minorHAnsi"/>
          <w:sz w:val="22"/>
          <w:szCs w:val="22"/>
        </w:rPr>
        <w:t>p</w:t>
      </w:r>
      <w:r w:rsidR="009B5B2A" w:rsidRPr="00EA3C9B">
        <w:rPr>
          <w:rFonts w:asciiTheme="minorHAnsi" w:hAnsiTheme="minorHAnsi" w:cstheme="minorHAnsi"/>
          <w:sz w:val="22"/>
          <w:szCs w:val="22"/>
        </w:rPr>
        <w:t>artner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EA3C9B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EA3C9B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EA3C9B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EA3C9B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EA3C9B">
        <w:rPr>
          <w:rFonts w:asciiTheme="minorHAnsi" w:hAnsiTheme="minorHAnsi" w:cstheme="minorHAnsi"/>
          <w:sz w:val="22"/>
          <w:szCs w:val="22"/>
        </w:rPr>
        <w:t>…</w:t>
      </w:r>
      <w:r w:rsidRPr="00EA3C9B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EA3C9B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EA3C9B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EA3C9B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Pr="00EA3C9B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Pr="00EA3C9B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EA3C9B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EA3C9B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EA3C9B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EA3C9B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EA3C9B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EA3C9B">
        <w:rPr>
          <w:rFonts w:asciiTheme="minorHAnsi" w:hAnsiTheme="minorHAnsi" w:cstheme="minorHAnsi"/>
          <w:sz w:val="22"/>
          <w:szCs w:val="22"/>
        </w:rPr>
        <w:t>.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6" w14:textId="77777777" w:rsidR="000969D9" w:rsidRPr="00EA3C9B" w:rsidRDefault="002D2191" w:rsidP="003E5516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>(P</w:t>
      </w:r>
      <w:r w:rsidR="005C3EA2" w:rsidRPr="00EA3C9B">
        <w:rPr>
          <w:rFonts w:asciiTheme="minorHAnsi" w:hAnsiTheme="minorHAnsi" w:cstheme="minorHAnsi"/>
          <w:sz w:val="20"/>
          <w:szCs w:val="20"/>
        </w:rPr>
        <w:t xml:space="preserve">odpis osoby upoważnionej do </w:t>
      </w:r>
      <w:r w:rsidR="00144328" w:rsidRPr="00EA3C9B">
        <w:rPr>
          <w:rFonts w:asciiTheme="minorHAnsi" w:hAnsiTheme="minorHAnsi" w:cstheme="minorHAnsi"/>
          <w:sz w:val="20"/>
          <w:szCs w:val="20"/>
        </w:rPr>
        <w:t>składania oświadcze</w:t>
      </w:r>
      <w:r w:rsidR="00031C82" w:rsidRPr="00EA3C9B">
        <w:rPr>
          <w:rFonts w:asciiTheme="minorHAnsi" w:hAnsiTheme="minorHAnsi" w:cstheme="minorHAnsi"/>
          <w:sz w:val="20"/>
          <w:szCs w:val="20"/>
        </w:rPr>
        <w:t>ń</w:t>
      </w:r>
      <w:r w:rsidR="00144328" w:rsidRPr="00EA3C9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A80327" w14:textId="521A8FE5" w:rsidR="00136BCA" w:rsidRPr="00EA3C9B" w:rsidRDefault="00144328" w:rsidP="007A0EE0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 xml:space="preserve">w imieniu </w:t>
      </w:r>
      <w:r w:rsidR="00294946" w:rsidRPr="00EA3C9B">
        <w:rPr>
          <w:rFonts w:asciiTheme="minorHAnsi" w:hAnsiTheme="minorHAnsi" w:cstheme="minorHAnsi"/>
          <w:sz w:val="20"/>
          <w:szCs w:val="20"/>
        </w:rPr>
        <w:t>Wnioskodawcy</w:t>
      </w:r>
      <w:r w:rsidR="000969D9" w:rsidRPr="00EA3C9B">
        <w:rPr>
          <w:rFonts w:asciiTheme="minorHAnsi" w:hAnsiTheme="minorHAnsi" w:cstheme="minorHAnsi"/>
          <w:sz w:val="20"/>
          <w:szCs w:val="20"/>
        </w:rPr>
        <w:t>/ Partnera</w:t>
      </w:r>
      <w:r w:rsidR="009A7F82" w:rsidRPr="00EA3C9B">
        <w:rPr>
          <w:rFonts w:asciiTheme="minorHAnsi" w:hAnsiTheme="minorHAnsi" w:cstheme="minorHAnsi"/>
          <w:sz w:val="20"/>
          <w:szCs w:val="20"/>
        </w:rPr>
        <w:t>)</w:t>
      </w:r>
    </w:p>
    <w:sectPr w:rsidR="00136BCA" w:rsidRPr="00EA3C9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EA3C9B" w:rsidRDefault="00374B2A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 w:rsidRPr="00EA3C9B">
        <w:rPr>
          <w:rStyle w:val="markedcontent"/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3">
    <w:p w14:paraId="63A80330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4">
    <w:p w14:paraId="63A80331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5">
    <w:p w14:paraId="63A80332" w14:textId="77777777" w:rsidR="00AA0A57" w:rsidRPr="00EA3C9B" w:rsidRDefault="00FD218B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trackRevisions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77AD0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4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532C7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A3C9B"/>
    <w:rsid w:val="00EB4F10"/>
    <w:rsid w:val="00EB6189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445A-33B1-4265-A281-4B2330BC5A5F}">
  <ds:schemaRefs>
    <ds:schemaRef ds:uri="http://purl.org/dc/terms/"/>
    <ds:schemaRef ds:uri="d4f64a22-a125-4b7a-afce-4a30c86a8f7c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D1CB0F-DED3-4C4D-8900-9CAF48BC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umowy).dotx</Template>
  <TotalTime>78</TotalTime>
  <Pages>2</Pages>
  <Words>221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Gryc Adriana</cp:lastModifiedBy>
  <cp:revision>15</cp:revision>
  <cp:lastPrinted>2024-03-01T09:31:00Z</cp:lastPrinted>
  <dcterms:created xsi:type="dcterms:W3CDTF">2024-02-27T06:20:00Z</dcterms:created>
  <dcterms:modified xsi:type="dcterms:W3CDTF">2024-08-06T09:48:00Z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